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EEE" w:rsidRDefault="001926A2">
      <w:pPr>
        <w:rPr>
          <w:rFonts w:hint="eastAsia"/>
        </w:rPr>
      </w:pPr>
      <w:bookmarkStart w:id="0" w:name="_GoBack"/>
      <w:bookmarkEnd w:id="0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F5429F" wp14:editId="1759F2FA">
                <wp:simplePos x="0" y="0"/>
                <wp:positionH relativeFrom="column">
                  <wp:posOffset>-86995</wp:posOffset>
                </wp:positionH>
                <wp:positionV relativeFrom="paragraph">
                  <wp:posOffset>-11138535</wp:posOffset>
                </wp:positionV>
                <wp:extent cx="9103360" cy="5210175"/>
                <wp:effectExtent l="0" t="0" r="0" b="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03360" cy="521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793F" w:rsidRDefault="0000793F" w:rsidP="0000793F">
                            <w:pPr>
                              <w:pStyle w:val="EinfAbs"/>
                              <w:rPr>
                                <w:rFonts w:ascii="ArialMT" w:hAnsi="ArialMT" w:cs="ArialMT"/>
                                <w:spacing w:val="-7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pacing w:val="-7"/>
                                <w:sz w:val="36"/>
                                <w:szCs w:val="36"/>
                              </w:rPr>
                              <w:t>Hier stehen Informationen zum Projekt</w:t>
                            </w:r>
                          </w:p>
                          <w:p w:rsidR="0000793F" w:rsidRPr="0000793F" w:rsidRDefault="0000793F">
                            <w:pPr>
                              <w:rPr>
                                <w:rFonts w:ascii="Arial Bold" w:hAnsi="Arial Bold" w:cs="Arial Bold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2" o:spid="_x0000_s1026" type="#_x0000_t202" style="position:absolute;margin-left:-6.8pt;margin-top:-877pt;width:716.8pt;height:4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" filled="f" stroked="f">
                <v:textbox>
                  <w:txbxContent>
                    <w:p w:rsidR="0000793F" w:rsidRDefault="0000793F" w:rsidP="0000793F">
                      <w:pPr>
                        <w:pStyle w:val="EinfAbs"/>
                        <w:rPr>
                          <w:rFonts w:ascii="ArialMT" w:hAnsi="ArialMT" w:cs="ArialMT"/>
                          <w:spacing w:val="-7"/>
                          <w:sz w:val="36"/>
                          <w:szCs w:val="36"/>
                        </w:rPr>
                      </w:pPr>
                      <w:r>
                        <w:rPr>
                          <w:rFonts w:ascii="ArialMT" w:hAnsi="ArialMT" w:cs="ArialMT"/>
                          <w:spacing w:val="-7"/>
                          <w:sz w:val="36"/>
                          <w:szCs w:val="36"/>
                        </w:rPr>
                        <w:t>Hier stehen Informationen zum Projekt</w:t>
                      </w:r>
                    </w:p>
                    <w:p w:rsidR="0000793F" w:rsidRPr="0000793F" w:rsidRDefault="0000793F">
                      <w:pPr>
                        <w:rPr>
                          <w:rFonts w:ascii="Arial Bold" w:hAnsi="Arial Bold" w:cs="Arial Bold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0793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C9D2C5" wp14:editId="599EE7F9">
                <wp:simplePos x="0" y="0"/>
                <wp:positionH relativeFrom="column">
                  <wp:posOffset>-76835</wp:posOffset>
                </wp:positionH>
                <wp:positionV relativeFrom="paragraph">
                  <wp:posOffset>-4534535</wp:posOffset>
                </wp:positionV>
                <wp:extent cx="9103360" cy="802640"/>
                <wp:effectExtent l="0" t="0" r="0" b="1016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03360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793F" w:rsidRDefault="0000793F" w:rsidP="0000793F">
                            <w:pPr>
                              <w:pStyle w:val="EinfAbs"/>
                              <w:rPr>
                                <w:rFonts w:ascii="ArialMT" w:hAnsi="ArialMT" w:cs="ArialMT"/>
                                <w:spacing w:val="-7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pacing w:val="-7"/>
                                <w:sz w:val="36"/>
                                <w:szCs w:val="36"/>
                              </w:rPr>
                              <w:t>Hier steht der Name des Begünstigten</w:t>
                            </w:r>
                          </w:p>
                          <w:p w:rsidR="0000793F" w:rsidRPr="0000793F" w:rsidRDefault="0000793F" w:rsidP="0000793F">
                            <w:pPr>
                              <w:rPr>
                                <w:rFonts w:ascii="Arial Bold" w:hAnsi="Arial Bold" w:cs="Arial Bold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27" type="#_x0000_t202" style="position:absolute;margin-left:-6pt;margin-top:-357pt;width:716.8pt;height:6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" filled="f" stroked="f">
                <v:textbox>
                  <w:txbxContent>
                    <w:p w:rsidR="0000793F" w:rsidRDefault="0000793F" w:rsidP="0000793F">
                      <w:pPr>
                        <w:pStyle w:val="EinfAbs"/>
                        <w:rPr>
                          <w:rFonts w:ascii="ArialMT" w:hAnsi="ArialMT" w:cs="ArialMT"/>
                          <w:spacing w:val="-7"/>
                          <w:sz w:val="36"/>
                          <w:szCs w:val="36"/>
                        </w:rPr>
                      </w:pPr>
                      <w:r>
                        <w:rPr>
                          <w:rFonts w:ascii="ArialMT" w:hAnsi="ArialMT" w:cs="ArialMT"/>
                          <w:spacing w:val="-7"/>
                          <w:sz w:val="36"/>
                          <w:szCs w:val="36"/>
                        </w:rPr>
                        <w:t>Hier steht der Name des Begünstigten</w:t>
                      </w:r>
                    </w:p>
                    <w:p w:rsidR="0000793F" w:rsidRPr="0000793F" w:rsidRDefault="0000793F" w:rsidP="0000793F">
                      <w:pPr>
                        <w:rPr>
                          <w:rFonts w:ascii="Arial Bold" w:hAnsi="Arial Bold" w:cs="Arial Bold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E0EEE" w:rsidSect="0000793F">
      <w:headerReference w:type="default" r:id="rId8"/>
      <w:pgSz w:w="16840" w:h="23820"/>
      <w:pgMar w:top="1417" w:right="0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7D3" w:rsidRDefault="001937D3" w:rsidP="0000793F">
      <w:pPr>
        <w:rPr>
          <w:rFonts w:hint="eastAsia"/>
        </w:rPr>
      </w:pPr>
      <w:r>
        <w:separator/>
      </w:r>
    </w:p>
  </w:endnote>
  <w:endnote w:type="continuationSeparator" w:id="0">
    <w:p w:rsidR="001937D3" w:rsidRDefault="001937D3" w:rsidP="0000793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Calibri Bold Italic"/>
    <w:panose1 w:val="020F0502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7D3" w:rsidRDefault="001937D3" w:rsidP="0000793F">
      <w:pPr>
        <w:rPr>
          <w:rFonts w:hint="eastAsia"/>
        </w:rPr>
      </w:pPr>
      <w:r>
        <w:separator/>
      </w:r>
    </w:p>
  </w:footnote>
  <w:footnote w:type="continuationSeparator" w:id="0">
    <w:p w:rsidR="001937D3" w:rsidRDefault="001937D3" w:rsidP="0000793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93F" w:rsidRPr="0000793F" w:rsidRDefault="00423DA3" w:rsidP="0000793F">
    <w:pPr>
      <w:pStyle w:val="Kopfzeile"/>
      <w:ind w:left="-1417"/>
      <w:rPr>
        <w:rFonts w:hint="eastAsia"/>
      </w:rPr>
    </w:pPr>
    <w:r>
      <w:rPr>
        <w:rFonts w:hint="eastAsia"/>
        <w:noProof/>
      </w:rPr>
      <w:drawing>
        <wp:inline distT="0" distB="0" distL="0" distR="0" wp14:anchorId="60AAD230" wp14:editId="144E62D7">
          <wp:extent cx="10708383" cy="15143754"/>
          <wp:effectExtent l="0" t="0" r="10795" b="0"/>
          <wp:docPr id="1" name="SMWA_EFRE_PL_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WA_EFRE_PL_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8383" cy="151437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7D3"/>
    <w:rsid w:val="0000793F"/>
    <w:rsid w:val="00107CB8"/>
    <w:rsid w:val="001926A2"/>
    <w:rsid w:val="001937D3"/>
    <w:rsid w:val="00256E51"/>
    <w:rsid w:val="00423DA3"/>
    <w:rsid w:val="00A51EE3"/>
    <w:rsid w:val="00AE0EEE"/>
    <w:rsid w:val="00C73FF0"/>
    <w:rsid w:val="00E9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B4B2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793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793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793F"/>
  </w:style>
  <w:style w:type="paragraph" w:styleId="Fuzeile">
    <w:name w:val="footer"/>
    <w:basedOn w:val="Standard"/>
    <w:link w:val="FuzeileZeichen"/>
    <w:uiPriority w:val="99"/>
    <w:unhideWhenUsed/>
    <w:rsid w:val="0000793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793F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0793F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0793F"/>
    <w:rPr>
      <w:rFonts w:ascii="Lucida Grande" w:hAnsi="Lucida Grande" w:cs="Lucida Grande"/>
      <w:sz w:val="18"/>
      <w:szCs w:val="18"/>
    </w:rPr>
  </w:style>
  <w:style w:type="paragraph" w:customStyle="1" w:styleId="EinfAbs">
    <w:name w:val="[Einf. Abs.]"/>
    <w:basedOn w:val="Standard"/>
    <w:uiPriority w:val="99"/>
    <w:rsid w:val="000079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793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793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793F"/>
  </w:style>
  <w:style w:type="paragraph" w:styleId="Fuzeile">
    <w:name w:val="footer"/>
    <w:basedOn w:val="Standard"/>
    <w:link w:val="FuzeileZeichen"/>
    <w:uiPriority w:val="99"/>
    <w:unhideWhenUsed/>
    <w:rsid w:val="0000793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793F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0793F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0793F"/>
    <w:rPr>
      <w:rFonts w:ascii="Lucida Grande" w:hAnsi="Lucida Grande" w:cs="Lucida Grande"/>
      <w:sz w:val="18"/>
      <w:szCs w:val="18"/>
    </w:rPr>
  </w:style>
  <w:style w:type="paragraph" w:customStyle="1" w:styleId="EinfAbs">
    <w:name w:val="[Einf. Abs.]"/>
    <w:basedOn w:val="Standard"/>
    <w:uiPriority w:val="99"/>
    <w:rsid w:val="000079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Daten%20HD:wmaywald:Downloads:A3-Plakat_Freistaat-Logo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  <a:ln>
          <a:noFill/>
        </a:ln>
        <a:effectLst/>
        <a:extLst>
          <a:ext uri="{C572A759-6A51-4108-AA02-DFA0A04FC94B}">
            <ma14:wrappingTextBoxFlag xmlns:ma14="http://schemas.microsoft.com/office/mac/drawingml/2011/main"/>
          </a:ext>
        </a:extLst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C38D2A-8831-ED47-8ADB-14B300BAA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A3-Plakat_Freistaat-Logo.dotx</Template>
  <TotalTime>0</TotalTime>
  <Pages>1</Pages>
  <Words>0</Words>
  <Characters>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Heimrich &amp; Hannot GmbH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Wiebke Maywald</dc:creator>
  <cp:lastModifiedBy>Wiebke Maywald</cp:lastModifiedBy>
  <cp:revision>1</cp:revision>
  <dcterms:created xsi:type="dcterms:W3CDTF">2019-03-20T13:44:00Z</dcterms:created>
  <dcterms:modified xsi:type="dcterms:W3CDTF">2019-03-20T13:46:00Z</dcterms:modified>
</cp:coreProperties>
</file>